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F2580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5D414EF" wp14:editId="6434067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3AE9D861" wp14:editId="381ED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71631587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165E6C74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36686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4930E7FD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0AF6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096AC41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5F5B3AB7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9E8571F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3780D4B8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13DD103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208" w14:textId="336EDEDF" w:rsidR="008260A6" w:rsidRDefault="00721297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17.06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BC2D19C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037C6" w14:textId="37E994A7" w:rsidR="008260A6" w:rsidRDefault="00AE1A18" w:rsidP="00E46F5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721297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9986233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0C01" w14:textId="15B0D2C8" w:rsidR="008260A6" w:rsidRDefault="00463CBB" w:rsidP="008260A6">
            <w:pPr>
              <w:rPr>
                <w:rFonts w:cs="Arial"/>
                <w:szCs w:val="20"/>
              </w:rPr>
            </w:pPr>
            <w:r w:rsidRPr="00463CBB">
              <w:rPr>
                <w:rFonts w:cs="Arial"/>
                <w:szCs w:val="20"/>
              </w:rPr>
              <w:t>2-</w:t>
            </w:r>
            <w:r w:rsidR="00721297">
              <w:rPr>
                <w:rFonts w:cs="Arial"/>
                <w:szCs w:val="20"/>
              </w:rPr>
              <w:t>18-10173</w:t>
            </w:r>
          </w:p>
        </w:tc>
        <w:tc>
          <w:tcPr>
            <w:tcW w:w="1188" w:type="dxa"/>
            <w:shd w:val="clear" w:color="auto" w:fill="auto"/>
          </w:tcPr>
          <w:p w14:paraId="51655529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646D73FA" w14:textId="77777777" w:rsidR="00A252B8" w:rsidRPr="00EE3824" w:rsidRDefault="00A252B8" w:rsidP="00EE3824">
      <w:pPr>
        <w:rPr>
          <w:rFonts w:cs="Arial"/>
          <w:szCs w:val="20"/>
        </w:rPr>
      </w:pPr>
    </w:p>
    <w:p w14:paraId="5607358E" w14:textId="77777777" w:rsidR="00A252B8" w:rsidRPr="00EE3824" w:rsidRDefault="00A252B8" w:rsidP="00EE3824">
      <w:pPr>
        <w:rPr>
          <w:rFonts w:cs="Arial"/>
          <w:szCs w:val="20"/>
        </w:rPr>
      </w:pPr>
    </w:p>
    <w:p w14:paraId="6D9E6C77" w14:textId="77777777" w:rsidR="00A252B8" w:rsidRPr="00463CBB" w:rsidRDefault="00463CBB" w:rsidP="00EE3824">
      <w:pPr>
        <w:rPr>
          <w:rFonts w:cs="Arial"/>
          <w:b/>
          <w:szCs w:val="20"/>
        </w:rPr>
      </w:pPr>
      <w:proofErr w:type="spellStart"/>
      <w:r w:rsidRPr="00463CBB">
        <w:rPr>
          <w:rFonts w:cs="Arial"/>
          <w:b/>
          <w:szCs w:val="20"/>
        </w:rPr>
        <w:t>Konkurentsiamet</w:t>
      </w:r>
      <w:proofErr w:type="spellEnd"/>
    </w:p>
    <w:p w14:paraId="71B3EFF0" w14:textId="77777777" w:rsidR="00463CBB" w:rsidRPr="00463CBB" w:rsidRDefault="00463CBB" w:rsidP="00463CBB">
      <w:pPr>
        <w:rPr>
          <w:rFonts w:cs="Arial"/>
          <w:szCs w:val="20"/>
        </w:rPr>
      </w:pPr>
      <w:r>
        <w:rPr>
          <w:rFonts w:cs="Arial"/>
          <w:szCs w:val="20"/>
        </w:rPr>
        <w:t xml:space="preserve">Tatari 39, Tallinn </w:t>
      </w:r>
      <w:r w:rsidRPr="00463CBB">
        <w:rPr>
          <w:rFonts w:cs="Arial"/>
          <w:szCs w:val="20"/>
        </w:rPr>
        <w:t>10134</w:t>
      </w:r>
    </w:p>
    <w:p w14:paraId="1F08BACF" w14:textId="77777777" w:rsidR="00463CBB" w:rsidRDefault="00CA2C9F" w:rsidP="00463CBB">
      <w:pPr>
        <w:rPr>
          <w:rFonts w:cs="Arial"/>
          <w:szCs w:val="20"/>
        </w:rPr>
      </w:pPr>
      <w:hyperlink r:id="rId11" w:history="1">
        <w:r w:rsidR="00463CBB" w:rsidRPr="00737B68">
          <w:rPr>
            <w:rStyle w:val="Hperlink"/>
            <w:rFonts w:cs="Arial"/>
            <w:szCs w:val="20"/>
          </w:rPr>
          <w:t>info@konkurentsiamet.ee</w:t>
        </w:r>
      </w:hyperlink>
    </w:p>
    <w:p w14:paraId="2CF34AFA" w14:textId="77777777" w:rsidR="00463CBB" w:rsidRDefault="00463CBB" w:rsidP="00463CBB">
      <w:pPr>
        <w:rPr>
          <w:rFonts w:cs="Arial"/>
          <w:szCs w:val="20"/>
        </w:rPr>
      </w:pPr>
    </w:p>
    <w:p w14:paraId="0C902001" w14:textId="77777777" w:rsidR="00463CBB" w:rsidRDefault="00463CBB" w:rsidP="00EE3824">
      <w:pPr>
        <w:rPr>
          <w:rFonts w:cs="Arial"/>
          <w:szCs w:val="20"/>
        </w:rPr>
      </w:pPr>
    </w:p>
    <w:p w14:paraId="34A33E6A" w14:textId="38702938" w:rsidR="007D6E02" w:rsidRPr="007D6E02" w:rsidRDefault="00463CBB" w:rsidP="007D6E02">
      <w:pPr>
        <w:jc w:val="both"/>
        <w:rPr>
          <w:rFonts w:cs="Arial"/>
          <w:szCs w:val="20"/>
          <w:lang w:val="et-EE"/>
        </w:rPr>
      </w:pPr>
      <w:r w:rsidRPr="007D6E02">
        <w:rPr>
          <w:rFonts w:cs="Arial"/>
          <w:szCs w:val="20"/>
          <w:lang w:val="et-EE"/>
        </w:rPr>
        <w:t xml:space="preserve">Harju Maakohtu menetluses on tsiviilasi nr </w:t>
      </w:r>
      <w:r w:rsidR="00167039">
        <w:rPr>
          <w:rFonts w:cs="Arial"/>
          <w:szCs w:val="20"/>
          <w:lang w:val="et-EE"/>
        </w:rPr>
        <w:t>2-</w:t>
      </w:r>
      <w:r w:rsidR="00721297">
        <w:rPr>
          <w:rFonts w:cs="Arial"/>
          <w:szCs w:val="20"/>
          <w:lang w:val="et-EE"/>
        </w:rPr>
        <w:t>18-10173</w:t>
      </w:r>
      <w:r w:rsidRPr="007D6E02">
        <w:rPr>
          <w:rFonts w:cs="Arial"/>
          <w:szCs w:val="20"/>
          <w:lang w:val="et-EE"/>
        </w:rPr>
        <w:t xml:space="preserve"> </w:t>
      </w:r>
      <w:r w:rsidR="00721297" w:rsidRPr="00721297">
        <w:rPr>
          <w:rFonts w:cs="Arial"/>
          <w:szCs w:val="20"/>
          <w:lang w:val="et-EE"/>
        </w:rPr>
        <w:t>Rae Vili OÜ (likvideerimisel</w:t>
      </w:r>
      <w:r w:rsidR="00721297">
        <w:rPr>
          <w:rFonts w:cs="Arial"/>
          <w:szCs w:val="20"/>
          <w:lang w:val="et-EE"/>
        </w:rPr>
        <w:t xml:space="preserve">, registrikood </w:t>
      </w:r>
      <w:r w:rsidR="00721297" w:rsidRPr="00721297">
        <w:rPr>
          <w:rFonts w:cs="Arial"/>
          <w:szCs w:val="20"/>
          <w:lang w:val="et-EE"/>
        </w:rPr>
        <w:t>14028410) pankrotiavaldus</w:t>
      </w:r>
      <w:r w:rsidR="00721297">
        <w:rPr>
          <w:rFonts w:cs="Arial"/>
          <w:szCs w:val="20"/>
          <w:lang w:val="et-EE"/>
        </w:rPr>
        <w:t xml:space="preserve">. </w:t>
      </w:r>
      <w:r w:rsidR="007D6E02">
        <w:rPr>
          <w:rFonts w:cs="Arial"/>
          <w:szCs w:val="20"/>
          <w:lang w:val="et-EE"/>
        </w:rPr>
        <w:t xml:space="preserve">Vastavalt pankrotiseaduse § </w:t>
      </w:r>
      <w:r w:rsidR="00CA2C9F">
        <w:rPr>
          <w:rFonts w:cs="Arial"/>
          <w:szCs w:val="20"/>
          <w:lang w:val="et-EE"/>
        </w:rPr>
        <w:t>158</w:t>
      </w:r>
      <w:r w:rsidR="007D6E02">
        <w:rPr>
          <w:rFonts w:cs="Arial"/>
          <w:szCs w:val="20"/>
          <w:lang w:val="et-EE"/>
        </w:rPr>
        <w:t xml:space="preserve"> </w:t>
      </w:r>
      <w:proofErr w:type="spellStart"/>
      <w:r w:rsidR="007D6E02">
        <w:rPr>
          <w:rFonts w:cs="Arial"/>
          <w:szCs w:val="20"/>
          <w:lang w:val="et-EE"/>
        </w:rPr>
        <w:t>lg-le</w:t>
      </w:r>
      <w:proofErr w:type="spellEnd"/>
      <w:r w:rsidR="007D6E02">
        <w:rPr>
          <w:rFonts w:cs="Arial"/>
          <w:szCs w:val="20"/>
          <w:lang w:val="et-EE"/>
        </w:rPr>
        <w:t xml:space="preserve"> </w:t>
      </w:r>
      <w:r w:rsidR="00CA2C9F">
        <w:rPr>
          <w:rFonts w:cs="Arial"/>
          <w:szCs w:val="20"/>
          <w:lang w:val="et-EE"/>
        </w:rPr>
        <w:t>4, 5</w:t>
      </w:r>
      <w:r w:rsidR="00CA2C9F">
        <w:rPr>
          <w:rFonts w:cs="Arial"/>
          <w:szCs w:val="20"/>
          <w:vertAlign w:val="superscript"/>
          <w:lang w:val="et-EE"/>
        </w:rPr>
        <w:t>1</w:t>
      </w:r>
      <w:r w:rsidR="00CA2C9F">
        <w:rPr>
          <w:rFonts w:cs="Arial"/>
          <w:szCs w:val="20"/>
          <w:lang w:val="et-EE"/>
        </w:rPr>
        <w:t xml:space="preserve"> ja 6</w:t>
      </w:r>
      <w:r w:rsidR="007D6E02">
        <w:rPr>
          <w:rFonts w:cs="Arial"/>
          <w:szCs w:val="20"/>
          <w:lang w:val="et-EE"/>
        </w:rPr>
        <w:t xml:space="preserve"> k</w:t>
      </w:r>
      <w:r w:rsidR="007D6E02" w:rsidRPr="007D6E02">
        <w:rPr>
          <w:rFonts w:cs="Arial"/>
          <w:szCs w:val="20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 w:rsidR="007D6E02">
        <w:rPr>
          <w:rFonts w:cs="Arial"/>
          <w:szCs w:val="20"/>
          <w:lang w:val="et-EE"/>
        </w:rPr>
        <w:t xml:space="preserve"> </w:t>
      </w:r>
      <w:r w:rsidR="00CA2C9F">
        <w:rPr>
          <w:rFonts w:cs="Arial"/>
          <w:szCs w:val="20"/>
          <w:lang w:val="et-EE"/>
        </w:rPr>
        <w:t>K</w:t>
      </w:r>
      <w:r w:rsidR="007D6E02" w:rsidRPr="007D6E02">
        <w:rPr>
          <w:rFonts w:cs="Arial"/>
          <w:szCs w:val="20"/>
          <w:lang w:val="et-EE"/>
        </w:rPr>
        <w:t>ui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759E2EDD" w14:textId="77777777" w:rsidR="009C6417" w:rsidRPr="009C6417" w:rsidRDefault="009C6417" w:rsidP="009C6417"/>
    <w:p w14:paraId="5078C3A1" w14:textId="6AE6C481" w:rsidR="00621D26" w:rsidRPr="00D33AAD" w:rsidRDefault="007D6E02" w:rsidP="007D6E02">
      <w:pPr>
        <w:tabs>
          <w:tab w:val="left" w:pos="7320"/>
        </w:tabs>
        <w:jc w:val="both"/>
        <w:rPr>
          <w:lang w:val="et-EE"/>
        </w:rPr>
      </w:pPr>
      <w:r>
        <w:rPr>
          <w:lang w:val="et-EE"/>
        </w:rPr>
        <w:t xml:space="preserve">Kohus määras </w:t>
      </w:r>
      <w:r w:rsidR="00721297">
        <w:rPr>
          <w:lang w:val="et-EE"/>
        </w:rPr>
        <w:t>22.04.2024</w:t>
      </w:r>
      <w:r>
        <w:rPr>
          <w:lang w:val="et-EE"/>
        </w:rPr>
        <w:t xml:space="preserve"> määrusega võlgniku</w:t>
      </w:r>
      <w:r w:rsidRPr="007D6E02">
        <w:rPr>
          <w:lang w:val="et-EE"/>
        </w:rPr>
        <w:t xml:space="preserve"> pankrotiavalduse menetluse raugemise vältimiseks pankrotimenetluse kulude katteks kohtu deposiiti makstava summa suuruseks </w:t>
      </w:r>
      <w:r w:rsidR="00721297">
        <w:rPr>
          <w:lang w:val="et-EE"/>
        </w:rPr>
        <w:t>300</w:t>
      </w:r>
      <w:r w:rsidR="00167039">
        <w:rPr>
          <w:lang w:val="et-EE"/>
        </w:rPr>
        <w:t>0</w:t>
      </w:r>
      <w:r w:rsidRPr="007D6E02">
        <w:rPr>
          <w:lang w:val="et-EE"/>
        </w:rPr>
        <w:t xml:space="preserve"> eurot</w:t>
      </w:r>
      <w:r w:rsidRPr="007D6E02">
        <w:t xml:space="preserve"> </w:t>
      </w:r>
      <w:r>
        <w:t xml:space="preserve">ja </w:t>
      </w:r>
      <w:proofErr w:type="spellStart"/>
      <w:r>
        <w:t>tegi</w:t>
      </w:r>
      <w:proofErr w:type="spellEnd"/>
      <w:r>
        <w:t xml:space="preserve"> </w:t>
      </w:r>
      <w:r w:rsidRPr="007D6E02">
        <w:rPr>
          <w:lang w:val="et-EE"/>
        </w:rPr>
        <w:t>ettepanek</w:t>
      </w:r>
      <w:r>
        <w:rPr>
          <w:lang w:val="et-EE"/>
        </w:rPr>
        <w:t>u</w:t>
      </w:r>
      <w:r w:rsidRPr="007D6E02">
        <w:rPr>
          <w:lang w:val="et-EE"/>
        </w:rPr>
        <w:t xml:space="preserve"> </w:t>
      </w:r>
      <w:r w:rsidR="00721297" w:rsidRPr="00721297">
        <w:rPr>
          <w:rFonts w:cs="Arial"/>
          <w:szCs w:val="20"/>
          <w:lang w:val="et-EE"/>
        </w:rPr>
        <w:t>Rae Vili OÜ (likvideerimisel</w:t>
      </w:r>
      <w:r w:rsidR="00721297">
        <w:rPr>
          <w:rFonts w:cs="Arial"/>
          <w:szCs w:val="20"/>
          <w:lang w:val="et-EE"/>
        </w:rPr>
        <w:t xml:space="preserve">) </w:t>
      </w:r>
      <w:r w:rsidRPr="007D6E02">
        <w:rPr>
          <w:lang w:val="et-EE"/>
        </w:rPr>
        <w:t xml:space="preserve">pankrotimenetlusest huvitatud isikutele (eelkõige võlausaldajatele) tasuda hiljemalt </w:t>
      </w:r>
      <w:r w:rsidR="00721297">
        <w:rPr>
          <w:lang w:val="et-EE"/>
        </w:rPr>
        <w:t>29.04.2024</w:t>
      </w:r>
      <w:r w:rsidRPr="007D6E02">
        <w:rPr>
          <w:lang w:val="et-EE"/>
        </w:rPr>
        <w:t xml:space="preserve"> pankrotimenetluse kulude deposiit Rahandusministeeriumi kontole</w:t>
      </w:r>
      <w:r>
        <w:rPr>
          <w:lang w:val="et-EE"/>
        </w:rPr>
        <w:t xml:space="preserve">. Vastav teade avaldati väljaandes Ametlikud Teadaanded </w:t>
      </w:r>
      <w:r w:rsidR="00721297">
        <w:rPr>
          <w:lang w:val="et-EE"/>
        </w:rPr>
        <w:t>22.04.2024</w:t>
      </w:r>
      <w:r>
        <w:rPr>
          <w:lang w:val="et-EE"/>
        </w:rPr>
        <w:t xml:space="preserve">. Deposiiti tasutud ei ole. </w:t>
      </w:r>
    </w:p>
    <w:p w14:paraId="26B44501" w14:textId="77777777" w:rsidR="00721297" w:rsidRDefault="00721297" w:rsidP="00621D26">
      <w:pPr>
        <w:spacing w:before="60" w:after="120" w:line="204" w:lineRule="atLeast"/>
        <w:jc w:val="both"/>
        <w:rPr>
          <w:lang w:val="et-EE"/>
        </w:rPr>
      </w:pPr>
    </w:p>
    <w:p w14:paraId="17AE6D4C" w14:textId="76B8B8B2" w:rsidR="00C94D82" w:rsidRDefault="007D6E02" w:rsidP="00621D26">
      <w:pPr>
        <w:spacing w:before="60" w:after="120" w:line="204" w:lineRule="atLeast"/>
        <w:jc w:val="both"/>
        <w:rPr>
          <w:lang w:val="et-EE"/>
        </w:rPr>
      </w:pPr>
      <w:r>
        <w:rPr>
          <w:lang w:val="et-EE"/>
        </w:rPr>
        <w:t>Kohus teavitab käesolevaga</w:t>
      </w:r>
      <w:r w:rsidR="0008177B">
        <w:rPr>
          <w:lang w:val="et-EE"/>
        </w:rPr>
        <w:t xml:space="preserve"> pankrotiseaduse § </w:t>
      </w:r>
      <w:r w:rsidR="00CA2C9F">
        <w:rPr>
          <w:lang w:val="et-EE"/>
        </w:rPr>
        <w:t>158</w:t>
      </w:r>
      <w:r w:rsidR="0008177B">
        <w:rPr>
          <w:lang w:val="et-EE"/>
        </w:rPr>
        <w:t xml:space="preserve"> lg 5</w:t>
      </w:r>
      <w:r w:rsidR="00CA2C9F">
        <w:rPr>
          <w:vertAlign w:val="superscript"/>
          <w:lang w:val="et-EE"/>
        </w:rPr>
        <w:t>1</w:t>
      </w:r>
      <w:r w:rsidR="0008177B">
        <w:rPr>
          <w:lang w:val="et-EE"/>
        </w:rPr>
        <w:t xml:space="preserve"> </w:t>
      </w:r>
      <w:r w:rsidR="00CA2C9F">
        <w:rPr>
          <w:lang w:val="et-EE"/>
        </w:rPr>
        <w:t xml:space="preserve">alusel </w:t>
      </w:r>
      <w:r>
        <w:rPr>
          <w:lang w:val="et-EE"/>
        </w:rPr>
        <w:t xml:space="preserve">Konkurentsiametit, et deposiiti raugemise vältimiseks tsiviilasjas nr </w:t>
      </w:r>
      <w:r w:rsidR="00721297">
        <w:rPr>
          <w:lang w:val="et-EE"/>
        </w:rPr>
        <w:t>2-18-10173</w:t>
      </w:r>
      <w:r>
        <w:rPr>
          <w:lang w:val="et-EE"/>
        </w:rPr>
        <w:t xml:space="preserve"> antud tähtajaks tasutud ei ole, </w:t>
      </w:r>
      <w:r w:rsidR="00B84EB2">
        <w:rPr>
          <w:lang w:val="et-EE"/>
        </w:rPr>
        <w:t>ning teeb</w:t>
      </w:r>
      <w:r>
        <w:rPr>
          <w:lang w:val="et-EE"/>
        </w:rPr>
        <w:t xml:space="preserve"> ettepaneku esitada avaldus pankrotimenetluse läbiviimiseks avaliku uurimisena.</w:t>
      </w:r>
    </w:p>
    <w:p w14:paraId="47F95A5C" w14:textId="26C85FF8" w:rsidR="007D6E02" w:rsidRPr="00C94D82" w:rsidRDefault="007D6E02" w:rsidP="00621D26">
      <w:pPr>
        <w:spacing w:before="60" w:after="120" w:line="204" w:lineRule="atLeast"/>
        <w:jc w:val="both"/>
        <w:rPr>
          <w:b/>
          <w:bCs/>
          <w:lang w:val="et-EE"/>
        </w:rPr>
      </w:pPr>
      <w:r w:rsidRPr="00C94D82">
        <w:rPr>
          <w:b/>
          <w:bCs/>
          <w:lang w:val="et-EE"/>
        </w:rPr>
        <w:t xml:space="preserve">Kohus annab </w:t>
      </w:r>
      <w:r w:rsidR="00B84EB2" w:rsidRPr="00C94D82">
        <w:rPr>
          <w:b/>
          <w:bCs/>
          <w:lang w:val="et-EE"/>
        </w:rPr>
        <w:t xml:space="preserve">käesolevaga </w:t>
      </w:r>
      <w:r w:rsidRPr="00C94D82">
        <w:rPr>
          <w:b/>
          <w:bCs/>
          <w:lang w:val="et-EE"/>
        </w:rPr>
        <w:t xml:space="preserve">Konkurentsiametile tähtaja avaliku uurimismenetluse alustamise otsustamiseks ja kohtu teavitamiseks </w:t>
      </w:r>
      <w:r w:rsidR="00721297">
        <w:rPr>
          <w:b/>
          <w:bCs/>
          <w:lang w:val="et-EE"/>
        </w:rPr>
        <w:t>10</w:t>
      </w:r>
      <w:r w:rsidRPr="00C94D82">
        <w:rPr>
          <w:b/>
          <w:bCs/>
          <w:lang w:val="et-EE"/>
        </w:rPr>
        <w:t xml:space="preserve"> päeva alates käesoleva kohtukirja kättesaamisest.</w:t>
      </w:r>
    </w:p>
    <w:p w14:paraId="440C6033" w14:textId="77777777" w:rsidR="007D6E02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9D36A22" w14:textId="77777777" w:rsidR="007D6E02" w:rsidRPr="00D33AAD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E9B59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Lugupidamisega</w:t>
      </w:r>
    </w:p>
    <w:p w14:paraId="18C5FB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7E4EB34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 xml:space="preserve">/digitaalselt allkirjastatud/ </w:t>
      </w:r>
    </w:p>
    <w:p w14:paraId="2C404060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37F26257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Kai Härmand</w:t>
      </w:r>
    </w:p>
    <w:p w14:paraId="68B377AC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kohtunik</w:t>
      </w:r>
    </w:p>
    <w:p w14:paraId="4802FA0B" w14:textId="77777777" w:rsidR="009C6417" w:rsidRPr="00D33AAD" w:rsidRDefault="009C6417" w:rsidP="009C6417"/>
    <w:p w14:paraId="353F5BCD" w14:textId="77777777" w:rsidR="009C6417" w:rsidRPr="00D33AAD" w:rsidRDefault="009C6417" w:rsidP="009C6417"/>
    <w:p w14:paraId="5AB19F36" w14:textId="77777777" w:rsidR="009C6417" w:rsidRPr="00D33AAD" w:rsidRDefault="009C6417" w:rsidP="009C6417"/>
    <w:p w14:paraId="6B35CF5A" w14:textId="47BE24F1" w:rsidR="00607A50" w:rsidRPr="00D33AAD" w:rsidRDefault="00167039" w:rsidP="00607A50">
      <w:proofErr w:type="spellStart"/>
      <w:r>
        <w:t>k</w:t>
      </w:r>
      <w:r w:rsidR="00607A50" w:rsidRPr="00D33AAD">
        <w:t>ohtuistungi</w:t>
      </w:r>
      <w:proofErr w:type="spellEnd"/>
      <w:r w:rsidR="00607A50" w:rsidRPr="00D33AAD">
        <w:t xml:space="preserve"> </w:t>
      </w:r>
      <w:proofErr w:type="spellStart"/>
      <w:r w:rsidR="00607A50" w:rsidRPr="00D33AAD">
        <w:t>sekretär</w:t>
      </w:r>
      <w:proofErr w:type="spellEnd"/>
    </w:p>
    <w:p w14:paraId="0A60AFC0" w14:textId="55355041" w:rsidR="00607A50" w:rsidRPr="00D33AAD" w:rsidRDefault="00167039" w:rsidP="00607A50">
      <w:r>
        <w:t>Linda Rahu linda.rahu@kohus.ee</w:t>
      </w:r>
    </w:p>
    <w:p w14:paraId="3A431C90" w14:textId="3AE06214" w:rsidR="009C6417" w:rsidRPr="00D33AAD" w:rsidRDefault="00607A50" w:rsidP="00607A50">
      <w:r w:rsidRPr="00D33AAD">
        <w:t xml:space="preserve">Tel 6200 </w:t>
      </w:r>
      <w:r w:rsidR="00167039">
        <w:t>019</w:t>
      </w:r>
    </w:p>
    <w:p w14:paraId="3BAB828D" w14:textId="77777777" w:rsidR="009C6417" w:rsidRPr="00D33AAD" w:rsidRDefault="009C6417" w:rsidP="009C6417"/>
    <w:p w14:paraId="3DBC2494" w14:textId="77777777" w:rsidR="009C6417" w:rsidRPr="00D33AAD" w:rsidRDefault="009C6417" w:rsidP="009C6417"/>
    <w:sectPr w:rsidR="009C6417" w:rsidRPr="00D33AAD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6C50D" w14:textId="77777777" w:rsidR="004841F0" w:rsidRDefault="004841F0" w:rsidP="00DA1915">
      <w:r>
        <w:separator/>
      </w:r>
    </w:p>
  </w:endnote>
  <w:endnote w:type="continuationSeparator" w:id="0">
    <w:p w14:paraId="2F61B2AA" w14:textId="77777777" w:rsidR="004841F0" w:rsidRDefault="004841F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D8FD5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87F3F" wp14:editId="62B659A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9ECE8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14222B38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DE0B9E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787F3F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0899ECE8" w14:textId="77777777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14222B38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7DE0B9E3" w14:textId="77777777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5BF4B" w14:textId="77777777" w:rsidR="004841F0" w:rsidRDefault="004841F0" w:rsidP="00DA1915">
      <w:r>
        <w:separator/>
      </w:r>
    </w:p>
  </w:footnote>
  <w:footnote w:type="continuationSeparator" w:id="0">
    <w:p w14:paraId="1BE8B402" w14:textId="77777777" w:rsidR="004841F0" w:rsidRDefault="004841F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A2BD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B1B7" wp14:editId="302B701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A59257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0"/>
    <w:rsid w:val="0004544D"/>
    <w:rsid w:val="0008177B"/>
    <w:rsid w:val="0008228B"/>
    <w:rsid w:val="00093969"/>
    <w:rsid w:val="00167039"/>
    <w:rsid w:val="00214269"/>
    <w:rsid w:val="002719AB"/>
    <w:rsid w:val="002F71A3"/>
    <w:rsid w:val="003C08C5"/>
    <w:rsid w:val="003C28F6"/>
    <w:rsid w:val="003D56C4"/>
    <w:rsid w:val="003F0460"/>
    <w:rsid w:val="003F6F57"/>
    <w:rsid w:val="00413317"/>
    <w:rsid w:val="00432C84"/>
    <w:rsid w:val="004365BC"/>
    <w:rsid w:val="00447EAD"/>
    <w:rsid w:val="00463CBB"/>
    <w:rsid w:val="004841F0"/>
    <w:rsid w:val="004900A5"/>
    <w:rsid w:val="00494C7C"/>
    <w:rsid w:val="004A1192"/>
    <w:rsid w:val="004E1D3E"/>
    <w:rsid w:val="004E76FF"/>
    <w:rsid w:val="00503381"/>
    <w:rsid w:val="0051481A"/>
    <w:rsid w:val="0052002D"/>
    <w:rsid w:val="00522147"/>
    <w:rsid w:val="00562726"/>
    <w:rsid w:val="00607A50"/>
    <w:rsid w:val="00621D26"/>
    <w:rsid w:val="00644995"/>
    <w:rsid w:val="006C5155"/>
    <w:rsid w:val="006F03E6"/>
    <w:rsid w:val="007063FB"/>
    <w:rsid w:val="00721297"/>
    <w:rsid w:val="007259A7"/>
    <w:rsid w:val="00791DB2"/>
    <w:rsid w:val="007D6E02"/>
    <w:rsid w:val="007E2FBB"/>
    <w:rsid w:val="008260A6"/>
    <w:rsid w:val="00873A81"/>
    <w:rsid w:val="008A49AC"/>
    <w:rsid w:val="008F0FC9"/>
    <w:rsid w:val="009C6417"/>
    <w:rsid w:val="00A252B8"/>
    <w:rsid w:val="00A87BC8"/>
    <w:rsid w:val="00AB7297"/>
    <w:rsid w:val="00AE1A18"/>
    <w:rsid w:val="00B1243C"/>
    <w:rsid w:val="00B310B5"/>
    <w:rsid w:val="00B57933"/>
    <w:rsid w:val="00B84EB2"/>
    <w:rsid w:val="00B93951"/>
    <w:rsid w:val="00BD6BF6"/>
    <w:rsid w:val="00C8651B"/>
    <w:rsid w:val="00C94D82"/>
    <w:rsid w:val="00CA2C9F"/>
    <w:rsid w:val="00CD3E78"/>
    <w:rsid w:val="00CE278A"/>
    <w:rsid w:val="00D33AAD"/>
    <w:rsid w:val="00DA1915"/>
    <w:rsid w:val="00DB16F3"/>
    <w:rsid w:val="00E349D5"/>
    <w:rsid w:val="00E46F51"/>
    <w:rsid w:val="00E7252F"/>
    <w:rsid w:val="00EA0E8D"/>
    <w:rsid w:val="00EB0DA6"/>
    <w:rsid w:val="00ED24E6"/>
    <w:rsid w:val="00ED569D"/>
    <w:rsid w:val="00EE3824"/>
    <w:rsid w:val="00EE667C"/>
    <w:rsid w:val="00F11AE2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FA0F62A"/>
  <w15:chartTrackingRefBased/>
  <w15:docId w15:val="{6CF9CEC2-9103-40DE-A394-B02D715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konkurentsiamet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FD30C0-D8BB-4CB9-93BD-A7A16380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13</TotalTime>
  <Pages>1</Pages>
  <Words>274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Pilme</dc:creator>
  <cp:keywords/>
  <dc:description/>
  <cp:lastModifiedBy>Kai Härmand</cp:lastModifiedBy>
  <cp:revision>3</cp:revision>
  <dcterms:created xsi:type="dcterms:W3CDTF">2024-06-17T09:58:00Z</dcterms:created>
  <dcterms:modified xsi:type="dcterms:W3CDTF">2024-06-17T10:12:00Z</dcterms:modified>
</cp:coreProperties>
</file>